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5325AFA0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D87721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6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création de routes </w:t>
      </w:r>
      <w:r w:rsidR="00DE4D6F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–</w:t>
      </w:r>
      <w:r w:rsidR="006619F1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</w:t>
      </w:r>
      <w:r w:rsidR="00D87721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Plateau Briard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0B76C260" w14:textId="77777777" w:rsidR="008E5280" w:rsidRDefault="008E5280" w:rsidP="001B35F5">
      <w:pPr>
        <w:rPr>
          <w:rFonts w:ascii="Marianne" w:hAnsi="Marianne" w:cs="Arial"/>
          <w:sz w:val="20"/>
          <w:szCs w:val="20"/>
        </w:rPr>
      </w:pPr>
    </w:p>
    <w:p w14:paraId="668AC8E6" w14:textId="4BB43EE5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Agence Ile-de-France </w:t>
      </w:r>
      <w:r w:rsidR="006619F1">
        <w:rPr>
          <w:rFonts w:ascii="Marianne" w:hAnsi="Marianne" w:cs="Arial"/>
          <w:sz w:val="20"/>
          <w:szCs w:val="20"/>
        </w:rPr>
        <w:t>Est</w:t>
      </w:r>
    </w:p>
    <w:p w14:paraId="61DE0B02" w14:textId="32A6A960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</w:t>
      </w:r>
      <w:r w:rsidR="006619F1">
        <w:rPr>
          <w:rFonts w:ascii="Marianne" w:hAnsi="Marianne" w:cs="Arial"/>
          <w:sz w:val="20"/>
          <w:szCs w:val="20"/>
        </w:rPr>
        <w:t>17bis rue Grande</w:t>
      </w:r>
    </w:p>
    <w:p w14:paraId="34A8975E" w14:textId="719EB55C" w:rsidR="008E5280" w:rsidRPr="00720684" w:rsidRDefault="008E5280" w:rsidP="001B35F5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</w:t>
      </w:r>
      <w:r w:rsidR="006619F1">
        <w:rPr>
          <w:rFonts w:ascii="Marianne" w:hAnsi="Marianne" w:cs="Arial"/>
          <w:sz w:val="20"/>
          <w:szCs w:val="20"/>
        </w:rPr>
        <w:t>7 300 Fontainebleau</w:t>
      </w:r>
    </w:p>
    <w:p w14:paraId="52BEE38E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0B52F011" w14:textId="77777777" w:rsidR="006619F1" w:rsidRPr="00720684" w:rsidRDefault="006619F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3A5E84A3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7134372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190F4B47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jugeraient utiles en fin de document.</w:t>
      </w:r>
    </w:p>
    <w:p w14:paraId="7AC7949E" w14:textId="77777777" w:rsidR="0082659A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431AB323" w14:textId="77777777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</w:p>
    <w:p w14:paraId="69030B40" w14:textId="1D93820A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  <w:r w:rsidRPr="00DE4D6F">
        <w:rPr>
          <w:rFonts w:ascii="Marianne" w:hAnsi="Marianne" w:cs="Arial"/>
          <w:b/>
          <w:color w:val="EE0000"/>
          <w:sz w:val="20"/>
          <w:szCs w:val="20"/>
        </w:rPr>
        <w:t>CE CADRE DE MEMOIRE TECHNIQUE CORRESPOND A LA REPONSE DE L’ENTREPRISE AU CHANTIER-TYPE DU LOT N°</w:t>
      </w:r>
      <w:r w:rsidR="00D87721">
        <w:rPr>
          <w:rFonts w:ascii="Marianne" w:hAnsi="Marianne" w:cs="Arial"/>
          <w:b/>
          <w:color w:val="EE0000"/>
          <w:sz w:val="20"/>
          <w:szCs w:val="20"/>
        </w:rPr>
        <w:t>6</w:t>
      </w:r>
      <w:r w:rsidRPr="00DE4D6F">
        <w:rPr>
          <w:rFonts w:ascii="Marianne" w:hAnsi="Marianne" w:cs="Arial"/>
          <w:b/>
          <w:color w:val="EE0000"/>
          <w:sz w:val="20"/>
          <w:szCs w:val="20"/>
        </w:rPr>
        <w:t xml:space="preserve"> JOINT AU DOSSIER DE CONSULTATION</w:t>
      </w:r>
    </w:p>
    <w:p w14:paraId="129C052F" w14:textId="77777777" w:rsidR="00DE4D6F" w:rsidRPr="0060599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</w:p>
    <w:p w14:paraId="559D699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2E8607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77C92E7C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C093DE9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0998FF0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D7C2188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E1F39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EEE785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D8C417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8B8E0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86A02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2BA90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4719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4A76602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501146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57947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8C56CA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8E52373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8DA6C7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A43FC6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D35F82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A7D744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9E3145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906FA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B19156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C576DF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123144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9CE607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D5823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53F72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53D2B8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6BB686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A2190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BA61B6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E76D2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F82EBB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C99265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A5FC7A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77BC79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2A47E8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3792C5" w14:textId="77777777" w:rsidR="0082659A" w:rsidRPr="001C4F19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506661B" w14:textId="77777777" w:rsidR="0082659A" w:rsidRPr="007913E8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1881226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2C2CE47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46817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8E1042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B690A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7D07B5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18B82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35CD00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AA5C17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3FB9DC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E0302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A3709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22AA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AFC1D3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F9FF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5C706C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F5ADDC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FACF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FFACB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69E35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439FA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D51A1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FB0ED5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8E8B3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E5CB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B7E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030C1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F3EB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A6435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1359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22DB4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42BCF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558DDF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D49604B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30003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8E43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C1811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8820A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CD2A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CDF906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7B365B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851A3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01E6C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6FFA84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8E77D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3D656D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CE78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BEE02B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EC58D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1908E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D771C79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3-Mesures proposées pour préserver l’environnement forestier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7D8C1B4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2FF8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865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5FF0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9DE28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07BFFD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65D25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E68082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0D09E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742691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C686B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02A57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740DD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6434BA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EB9B35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520CAA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0AF9D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1F045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F685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59337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17DCE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D827C1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1E0111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FD88A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70904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5C39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03B83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BBE586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51C25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98EDB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E4D0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92F5A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8AC008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99C1B9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DB820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418A21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0EE16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5EA548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9BABC8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BDE707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3CFEE90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33C41627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0B85423F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6637AEB2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3F8C4EC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B71D2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E7555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C1A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21DB769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79122536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4- Modalités proposées pour la gestion des déchets de chantier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82A8260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sectPr w:rsidR="001B35F5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96AF0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55BB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E61E4"/>
    <w:rsid w:val="005F6743"/>
    <w:rsid w:val="00600053"/>
    <w:rsid w:val="00613554"/>
    <w:rsid w:val="006176FE"/>
    <w:rsid w:val="00631676"/>
    <w:rsid w:val="006401DE"/>
    <w:rsid w:val="00643E7D"/>
    <w:rsid w:val="00650DB5"/>
    <w:rsid w:val="006530D0"/>
    <w:rsid w:val="006619F1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2659A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B1D79"/>
    <w:rsid w:val="008C0CFB"/>
    <w:rsid w:val="008D7D91"/>
    <w:rsid w:val="008E5280"/>
    <w:rsid w:val="008E7C03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BF5B6C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87721"/>
    <w:rsid w:val="00D94233"/>
    <w:rsid w:val="00D9436F"/>
    <w:rsid w:val="00DA28AE"/>
    <w:rsid w:val="00DB0FA0"/>
    <w:rsid w:val="00DB1728"/>
    <w:rsid w:val="00DB35CE"/>
    <w:rsid w:val="00DC330C"/>
    <w:rsid w:val="00DD031B"/>
    <w:rsid w:val="00DD13AE"/>
    <w:rsid w:val="00DD214A"/>
    <w:rsid w:val="00DD34EC"/>
    <w:rsid w:val="00DE4D6F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647DD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BF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43</TotalTime>
  <Pages>5</Pages>
  <Words>271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17</cp:revision>
  <cp:lastPrinted>2017-04-03T09:28:00Z</cp:lastPrinted>
  <dcterms:created xsi:type="dcterms:W3CDTF">2019-03-15T11:23:00Z</dcterms:created>
  <dcterms:modified xsi:type="dcterms:W3CDTF">2025-06-19T09:39:00Z</dcterms:modified>
</cp:coreProperties>
</file>